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42F" w:rsidRPr="009C0F0E" w:rsidRDefault="00387026" w:rsidP="00BE0278">
      <w:pPr>
        <w:autoSpaceDE w:val="0"/>
        <w:autoSpaceDN w:val="0"/>
        <w:ind w:firstLine="210"/>
        <w:rPr>
          <w:sz w:val="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950720" cy="1299830"/>
            <wp:effectExtent l="0" t="0" r="0" b="0"/>
            <wp:docPr id="10" name="図 10" descr="「ニワトリがあらわれた！ニワトリがあらわれた！」のフリー写真素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ニワトリがあらわれた！ニワトリがあらわれた！」のフリー写真素材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49" cy="131424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99B1A" wp14:editId="0C6021FE">
                <wp:simplePos x="0" y="0"/>
                <wp:positionH relativeFrom="column">
                  <wp:posOffset>1031875</wp:posOffset>
                </wp:positionH>
                <wp:positionV relativeFrom="paragraph">
                  <wp:posOffset>1522730</wp:posOffset>
                </wp:positionV>
                <wp:extent cx="1007110" cy="2628900"/>
                <wp:effectExtent l="0" t="0" r="2540" b="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110" cy="262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10346" w:rsidRDefault="00387026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この一年</w:t>
                            </w:r>
                            <w:r>
                              <w:rPr>
                                <w:rFonts w:ascii="HG正楷書体-PRO" w:eastAsia="HG正楷書体-PRO"/>
                                <w:sz w:val="24"/>
                              </w:rPr>
                              <w:t>がご家族にとりましてさらなる飛躍の年となりますよう心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より</w:t>
                            </w:r>
                            <w:r>
                              <w:rPr>
                                <w:rFonts w:ascii="HG正楷書体-PRO" w:eastAsia="HG正楷書体-PRO"/>
                                <w:sz w:val="24"/>
                              </w:rPr>
                              <w:t>お祈り申し上げます。今年も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よろしく</w:t>
                            </w:r>
                            <w:r>
                              <w:rPr>
                                <w:rFonts w:ascii="HG正楷書体-PRO" w:eastAsia="HG正楷書体-PRO"/>
                                <w:sz w:val="24"/>
                              </w:rPr>
                              <w:t>お願い致します。</w:t>
                            </w:r>
                          </w:p>
                          <w:p w:rsidR="00387026" w:rsidRPr="00387026" w:rsidRDefault="00387026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酉年</w:t>
                            </w:r>
                            <w:r>
                              <w:rPr>
                                <w:rFonts w:ascii="HG正楷書体-PRO" w:eastAsia="HG正楷書体-PRO"/>
                                <w:sz w:val="24"/>
                              </w:rPr>
                              <w:t xml:space="preserve">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199B1A" id="_x0000_t202" coordsize="21600,21600" o:spt="202" path="m,l,21600r21600,l21600,xe">
                <v:stroke joinstyle="miter"/>
                <v:path gradientshapeok="t" o:connecttype="rect"/>
              </v:shapetype>
              <v:shape id="Greet" o:spid="_x0000_s1026" type="#_x0000_t202" style="position:absolute;left:0;text-align:left;margin-left:81.25pt;margin-top:119.9pt;width:79.3pt;height:20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" filled="f" stroked="f" strokeweight=".5pt">
                <v:textbox style="layout-flow:vertical-ideographic" inset="0,0,0,0">
                  <w:txbxContent>
                    <w:p w:rsidR="00E10346" w:rsidRDefault="00387026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この一年</w:t>
                      </w:r>
                      <w:r>
                        <w:rPr>
                          <w:rFonts w:ascii="HG正楷書体-PRO" w:eastAsia="HG正楷書体-PRO"/>
                          <w:sz w:val="24"/>
                        </w:rPr>
                        <w:t>がご家族にとりましてさらなる飛躍の年となりますよう心</w:t>
                      </w: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より</w:t>
                      </w:r>
                      <w:r>
                        <w:rPr>
                          <w:rFonts w:ascii="HG正楷書体-PRO" w:eastAsia="HG正楷書体-PRO"/>
                          <w:sz w:val="24"/>
                        </w:rPr>
                        <w:t>お祈り申し上げます。今年も</w:t>
                      </w: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よろしく</w:t>
                      </w:r>
                      <w:r>
                        <w:rPr>
                          <w:rFonts w:ascii="HG正楷書体-PRO" w:eastAsia="HG正楷書体-PRO"/>
                          <w:sz w:val="24"/>
                        </w:rPr>
                        <w:t>お願い致します。</w:t>
                      </w:r>
                    </w:p>
                    <w:p w:rsidR="00387026" w:rsidRPr="00387026" w:rsidRDefault="00387026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酉年</w:t>
                      </w:r>
                      <w:r>
                        <w:rPr>
                          <w:rFonts w:ascii="HG正楷書体-PRO" w:eastAsia="HG正楷書体-PRO"/>
                          <w:sz w:val="24"/>
                        </w:rPr>
                        <w:t xml:space="preserve">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65408" behindDoc="0" locked="0" layoutInCell="1" allowOverlap="1" wp14:anchorId="5F04D62D" wp14:editId="5799726F">
            <wp:simplePos x="0" y="0"/>
            <wp:positionH relativeFrom="page">
              <wp:posOffset>2418715</wp:posOffset>
            </wp:positionH>
            <wp:positionV relativeFrom="page">
              <wp:posOffset>719455</wp:posOffset>
            </wp:positionV>
            <wp:extent cx="840240" cy="2082798"/>
            <wp:effectExtent l="0" t="0" r="0" b="0"/>
            <wp:wrapNone/>
            <wp:docPr id="9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082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46">
        <w:rPr>
          <w:noProof/>
          <w:sz w:val="2"/>
        </w:rPr>
        <w:drawing>
          <wp:anchor distT="0" distB="0" distL="114300" distR="114300" simplePos="0" relativeHeight="251664384" behindDoc="0" locked="0" layoutInCell="1" allowOverlap="1" wp14:anchorId="74D7671D" wp14:editId="069BB701">
            <wp:simplePos x="0" y="0"/>
            <wp:positionH relativeFrom="page">
              <wp:posOffset>487045</wp:posOffset>
            </wp:positionH>
            <wp:positionV relativeFrom="page">
              <wp:posOffset>633730</wp:posOffset>
            </wp:positionV>
            <wp:extent cx="1412442" cy="1405080"/>
            <wp:effectExtent l="0" t="0" r="0" b="5080"/>
            <wp:wrapNone/>
            <wp:docPr id="8" name="図 8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442" cy="140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F0E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20076" wp14:editId="412865CA">
                <wp:simplePos x="0" y="0"/>
                <wp:positionH relativeFrom="column">
                  <wp:posOffset>-144045</wp:posOffset>
                </wp:positionH>
                <wp:positionV relativeFrom="paragraph">
                  <wp:posOffset>2988250</wp:posOffset>
                </wp:positionV>
                <wp:extent cx="360000" cy="1296000"/>
                <wp:effectExtent l="0" t="0" r="2540" b="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sz w:val="18"/>
                              </w:rPr>
                              <w:t>Tel: 0144-xx-xxxx</w:t>
                            </w:r>
                          </w:p>
                          <w:p w:rsidR="009C0F0E" w:rsidRP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 w:rsidRPr="009C0F0E">
                              <w:rPr>
                                <w:rFonts w:ascii="HG正楷書体-PRO" w:eastAsia="HG正楷書体-PRO"/>
                                <w:spacing w:val="49"/>
                                <w:sz w:val="18"/>
                                <w:fitText w:val="2040" w:id="1273661696"/>
                              </w:rPr>
                              <w:t>test.jikkyo.co.j</w:t>
                            </w:r>
                            <w:r w:rsidRPr="009C0F0E">
                              <w:rPr>
                                <w:rFonts w:ascii="HG正楷書体-PRO" w:eastAsia="HG正楷書体-PRO"/>
                                <w:spacing w:val="9"/>
                                <w:sz w:val="18"/>
                                <w:fitText w:val="2040" w:id="127366169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20076" id="Info" o:spid="_x0000_s1027" type="#_x0000_t202" style="position:absolute;left:0;text-align:left;margin-left:-11.35pt;margin-top:235.3pt;width:28.35pt;height:10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" filled="f" stroked="f" strokeweight=".5pt">
                <v:textbox style="layout-flow:vertical-ideographic" inset="0,0,0,0">
                  <w:txbxContent>
                    <w:p w:rsid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/>
                          <w:sz w:val="18"/>
                        </w:rPr>
                        <w:t>Tel: 0144-xx-xxxx</w:t>
                      </w:r>
                    </w:p>
                    <w:p w:rsidR="009C0F0E" w:rsidRP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  <w:r w:rsidRPr="009C0F0E">
                        <w:rPr>
                          <w:rFonts w:ascii="HG正楷書体-PRO" w:eastAsia="HG正楷書体-PRO"/>
                          <w:spacing w:val="49"/>
                          <w:sz w:val="18"/>
                          <w:fitText w:val="2040" w:id="1273661696"/>
                        </w:rPr>
                        <w:t>test.jikkyo.co.j</w:t>
                      </w:r>
                      <w:r w:rsidRPr="009C0F0E">
                        <w:rPr>
                          <w:rFonts w:ascii="HG正楷書体-PRO" w:eastAsia="HG正楷書体-PRO"/>
                          <w:spacing w:val="9"/>
                          <w:sz w:val="18"/>
                          <w:fitText w:val="2040" w:id="127366169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D5D5B1" wp14:editId="3773C2F0">
                <wp:simplePos x="0" y="0"/>
                <wp:positionH relativeFrom="column">
                  <wp:posOffset>179955</wp:posOffset>
                </wp:positionH>
                <wp:positionV relativeFrom="paragraph">
                  <wp:posOffset>2412250</wp:posOffset>
                </wp:positionV>
                <wp:extent cx="403200" cy="18288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Pr="009C0F0E" w:rsidRDefault="009C0F0E" w:rsidP="009C0F0E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金田　金太郎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5D5B1" id="Name" o:spid="_x0000_s1028" type="#_x0000_t202" style="position:absolute;left:0;text-align:left;margin-left:14.15pt;margin-top:189.95pt;width:31.7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" filled="f" stroked="f" strokeweight=".5pt">
                <v:textbox style="layout-flow:vertical-ideographic" inset="0,0,0,0">
                  <w:txbxContent>
                    <w:p w:rsidR="009C0F0E" w:rsidRPr="009C0F0E" w:rsidRDefault="009C0F0E" w:rsidP="009C0F0E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金田　金太郎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A50A5" wp14:editId="79C4B383">
                <wp:simplePos x="0" y="0"/>
                <wp:positionH relativeFrom="column">
                  <wp:posOffset>561555</wp:posOffset>
                </wp:positionH>
                <wp:positionV relativeFrom="paragraph">
                  <wp:posOffset>2077450</wp:posOffset>
                </wp:positionV>
                <wp:extent cx="346680" cy="2156400"/>
                <wp:effectExtent l="0" t="0" r="0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80" cy="215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Default="009C0F0E" w:rsidP="009C0F0E">
                            <w:pPr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北海道苫小牧市美薗町一二-三四</w:t>
                            </w:r>
                          </w:p>
                          <w:p w:rsidR="009C0F0E" w:rsidRPr="009C0F0E" w:rsidRDefault="009C0F0E" w:rsidP="009C0F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A50A5" id="Address" o:spid="_x0000_s1029" type="#_x0000_t202" style="position:absolute;left:0;text-align:left;margin-left:44.2pt;margin-top:163.6pt;width:27.3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" filled="f" stroked="f" strokeweight=".5pt">
                <v:textbox style="layout-flow:vertical-ideographic" inset="0,0,0,0">
                  <w:txbxContent>
                    <w:p w:rsidR="009C0F0E" w:rsidRDefault="009C0F0E" w:rsidP="009C0F0E">
                      <w:pPr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北海道苫小牧市美薗町一二-三四</w:t>
                      </w:r>
                    </w:p>
                    <w:p w:rsidR="009C0F0E" w:rsidRPr="009C0F0E" w:rsidRDefault="009C0F0E" w:rsidP="009C0F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7A640" wp14:editId="2E2189E4">
                <wp:simplePos x="0" y="0"/>
                <wp:positionH relativeFrom="column">
                  <wp:posOffset>143955</wp:posOffset>
                </wp:positionH>
                <wp:positionV relativeFrom="paragraph">
                  <wp:posOffset>1883050</wp:posOffset>
                </wp:positionV>
                <wp:extent cx="745200" cy="144000"/>
                <wp:effectExtent l="0" t="0" r="0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2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9C0F0E" w:rsidRPr="009C0F0E" w:rsidRDefault="009C0F0E" w:rsidP="009C0F0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〒053-0041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7A640" id="Zip" o:spid="_x0000_s1030" type="#_x0000_t202" style="position:absolute;left:0;text-align:left;margin-left:11.35pt;margin-top:148.25pt;width:58.7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" filled="f" stroked="f" strokeweight=".5pt">
                <v:textbox inset="0,0,0,0">
                  <w:txbxContent>
                    <w:p w:rsidR="009C0F0E" w:rsidRPr="009C0F0E" w:rsidRDefault="009C0F0E" w:rsidP="009C0F0E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〒053-0041</w:t>
                      </w:r>
                    </w:p>
                  </w:txbxContent>
                </v:textbox>
              </v:shape>
            </w:pict>
          </mc:Fallback>
        </mc:AlternateContent>
      </w:r>
      <w:r w:rsidR="009C0F0E"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2418715</wp:posOffset>
            </wp:positionH>
            <wp:positionV relativeFrom="page">
              <wp:posOffset>694055</wp:posOffset>
            </wp:positionV>
            <wp:extent cx="840240" cy="2134181"/>
            <wp:effectExtent l="0" t="0" r="0" b="0"/>
            <wp:wrapNone/>
            <wp:docPr id="2" name="図 2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40" cy="2134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F0E">
        <w:rPr>
          <w:noProof/>
          <w:sz w:val="2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446405</wp:posOffset>
            </wp:positionH>
            <wp:positionV relativeFrom="page">
              <wp:posOffset>842010</wp:posOffset>
            </wp:positionV>
            <wp:extent cx="1494000" cy="988583"/>
            <wp:effectExtent l="0" t="0" r="0" b="2540"/>
            <wp:wrapNone/>
            <wp:docPr id="1" name="図 1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000" cy="988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742F" w:rsidRPr="009C0F0E" w:rsidSect="00BD1E64">
      <w:pgSz w:w="5669" w:h="8391" w:code="263"/>
      <w:pgMar w:top="851" w:right="567" w:bottom="851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0E"/>
    <w:rsid w:val="00387026"/>
    <w:rsid w:val="007052A1"/>
    <w:rsid w:val="009C0F0E"/>
    <w:rsid w:val="00BD1E64"/>
    <w:rsid w:val="00BE0278"/>
    <w:rsid w:val="00E10346"/>
    <w:rsid w:val="00E7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82E8FB-6663-4198-BC90-05B91918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64"/>
    <w:pPr>
      <w:widowControl w:val="0"/>
      <w:jc w:val="both"/>
    </w:pPr>
    <w:rPr>
      <w:rFonts w:asciiTheme="minorEastAsia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C0F0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9C0F0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9C0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C0F0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9C0F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C0F0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kero bam</dc:creator>
  <cp:keywords/>
  <dc:description/>
  <cp:lastModifiedBy>宮岸 由紀雄</cp:lastModifiedBy>
  <cp:revision>4</cp:revision>
  <dcterms:created xsi:type="dcterms:W3CDTF">2016-09-27T15:11:00Z</dcterms:created>
  <dcterms:modified xsi:type="dcterms:W3CDTF">2016-09-27T22:56:00Z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1</vt:i4>
  </property>
  <property fmtid="{D5CDD505-2E9C-101B-9397-08002B2CF9AE}" pid="5" name="Layout">
    <vt:i4>1</vt:i4>
  </property>
</Properties>
</file>